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4EF606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E5B2E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EB6B53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4869F60F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  <w:r w:rsidR="0049693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ve vztahu k zakázaným dohodám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5095EE45" w14:textId="77777777" w:rsidR="00025BEF" w:rsidRPr="00287654" w:rsidRDefault="00025BEF" w:rsidP="00025BEF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2E2A509" w14:textId="77777777" w:rsidR="00025BEF" w:rsidRPr="00A035EA" w:rsidRDefault="00025BEF" w:rsidP="00025BEF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2C7DA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2C7DAF">
        <w:rPr>
          <w:highlight w:val="green"/>
          <w:lang w:eastAsia="cs-CZ"/>
        </w:rPr>
        <w:t>]</w:t>
      </w:r>
    </w:p>
    <w:p w14:paraId="6BE2072F" w14:textId="77777777" w:rsidR="00025BEF" w:rsidRPr="00A035EA" w:rsidRDefault="00025BEF" w:rsidP="00025BEF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2C7DA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2C7DAF">
        <w:rPr>
          <w:highlight w:val="green"/>
          <w:lang w:eastAsia="cs-CZ"/>
        </w:rPr>
        <w:t>]</w:t>
      </w:r>
    </w:p>
    <w:p w14:paraId="593A89C3" w14:textId="77777777" w:rsidR="00025BEF" w:rsidRPr="00A035EA" w:rsidRDefault="00025BEF" w:rsidP="00025BEF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2C7DA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2C7DAF">
        <w:rPr>
          <w:highlight w:val="green"/>
          <w:lang w:eastAsia="cs-CZ"/>
        </w:rPr>
        <w:t>]</w:t>
      </w:r>
    </w:p>
    <w:p w14:paraId="35C3E910" w14:textId="77777777" w:rsidR="00025BEF" w:rsidRPr="00A035EA" w:rsidRDefault="00025BEF" w:rsidP="00025BEF">
      <w:pPr>
        <w:pStyle w:val="Identifikace"/>
      </w:pPr>
      <w:r w:rsidRPr="00A035EA">
        <w:t>Zastoupen</w:t>
      </w:r>
      <w:r w:rsidRPr="00A035EA">
        <w:tab/>
      </w:r>
      <w:r w:rsidRPr="002C7DAF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2C7DAF">
        <w:rPr>
          <w:highlight w:val="green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1118FEC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EB6B53">
        <w:rPr>
          <w:rFonts w:eastAsia="Times New Roman" w:cs="Times New Roman"/>
          <w:lang w:eastAsia="cs-CZ"/>
        </w:rPr>
        <w:t>na</w:t>
      </w:r>
      <w:r w:rsidR="006D392E" w:rsidRPr="00EB6B53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EB6B53" w:rsidRPr="006B1150">
        <w:rPr>
          <w:rFonts w:eastAsia="Times New Roman" w:cs="Times New Roman"/>
          <w:b/>
          <w:lang w:eastAsia="cs-CZ"/>
        </w:rPr>
        <w:t>„</w:t>
      </w:r>
      <w:bookmarkEnd w:id="0"/>
      <w:r w:rsidR="00D45467">
        <w:rPr>
          <w:rFonts w:eastAsia="Times New Roman" w:cs="Times New Roman"/>
          <w:b/>
          <w:lang w:eastAsia="cs-CZ"/>
        </w:rPr>
        <w:t>Segmentace sítě</w:t>
      </w:r>
      <w:r w:rsidR="00EB6B53" w:rsidRPr="006B1150">
        <w:rPr>
          <w:rFonts w:eastAsia="Times New Roman" w:cs="Times New Roman"/>
          <w:b/>
          <w:lang w:eastAsia="cs-CZ"/>
        </w:rPr>
        <w:t xml:space="preserve">“, č.j. </w:t>
      </w:r>
      <w:r w:rsidR="002C7DAF">
        <w:rPr>
          <w:rFonts w:eastAsia="Times New Roman" w:cs="Times New Roman"/>
          <w:b/>
          <w:lang w:eastAsia="cs-CZ"/>
        </w:rPr>
        <w:t>65403/2025-SŽ-GŘ-O25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3F1E38">
      <w:pPr>
        <w:spacing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C3EE6" w14:textId="77777777" w:rsidR="0029275B" w:rsidRDefault="0029275B" w:rsidP="00962258">
      <w:pPr>
        <w:spacing w:after="0" w:line="240" w:lineRule="auto"/>
      </w:pPr>
      <w:r>
        <w:separator/>
      </w:r>
    </w:p>
  </w:endnote>
  <w:endnote w:type="continuationSeparator" w:id="0">
    <w:p w14:paraId="19E673F3" w14:textId="77777777" w:rsidR="0029275B" w:rsidRDefault="002927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1A958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E1C91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E4D8B3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1DC0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3037E" w14:textId="77777777" w:rsidR="0029275B" w:rsidRDefault="0029275B" w:rsidP="00962258">
      <w:pPr>
        <w:spacing w:after="0" w:line="240" w:lineRule="auto"/>
      </w:pPr>
      <w:r>
        <w:separator/>
      </w:r>
    </w:p>
  </w:footnote>
  <w:footnote w:type="continuationSeparator" w:id="0">
    <w:p w14:paraId="79F5FC1D" w14:textId="77777777" w:rsidR="0029275B" w:rsidRDefault="002927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87758429">
    <w:abstractNumId w:val="2"/>
  </w:num>
  <w:num w:numId="2" w16cid:durableId="1792624586">
    <w:abstractNumId w:val="1"/>
  </w:num>
  <w:num w:numId="3" w16cid:durableId="15555820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1542530">
    <w:abstractNumId w:val="7"/>
  </w:num>
  <w:num w:numId="5" w16cid:durableId="1957523816">
    <w:abstractNumId w:val="3"/>
  </w:num>
  <w:num w:numId="6" w16cid:durableId="1728216735">
    <w:abstractNumId w:val="4"/>
  </w:num>
  <w:num w:numId="7" w16cid:durableId="1844053742">
    <w:abstractNumId w:val="0"/>
  </w:num>
  <w:num w:numId="8" w16cid:durableId="1138448646">
    <w:abstractNumId w:val="5"/>
  </w:num>
  <w:num w:numId="9" w16cid:durableId="11300548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2940924">
    <w:abstractNumId w:val="4"/>
  </w:num>
  <w:num w:numId="11" w16cid:durableId="364333859">
    <w:abstractNumId w:val="1"/>
  </w:num>
  <w:num w:numId="12" w16cid:durableId="1999260367">
    <w:abstractNumId w:val="4"/>
  </w:num>
  <w:num w:numId="13" w16cid:durableId="1966810456">
    <w:abstractNumId w:val="4"/>
  </w:num>
  <w:num w:numId="14" w16cid:durableId="600719799">
    <w:abstractNumId w:val="4"/>
  </w:num>
  <w:num w:numId="15" w16cid:durableId="1261568883">
    <w:abstractNumId w:val="4"/>
  </w:num>
  <w:num w:numId="16" w16cid:durableId="1913272758">
    <w:abstractNumId w:val="8"/>
  </w:num>
  <w:num w:numId="17" w16cid:durableId="405148060">
    <w:abstractNumId w:val="2"/>
  </w:num>
  <w:num w:numId="18" w16cid:durableId="374936417">
    <w:abstractNumId w:val="8"/>
  </w:num>
  <w:num w:numId="19" w16cid:durableId="522745540">
    <w:abstractNumId w:val="8"/>
  </w:num>
  <w:num w:numId="20" w16cid:durableId="1220165764">
    <w:abstractNumId w:val="8"/>
  </w:num>
  <w:num w:numId="21" w16cid:durableId="773549925">
    <w:abstractNumId w:val="8"/>
  </w:num>
  <w:num w:numId="22" w16cid:durableId="545876186">
    <w:abstractNumId w:val="4"/>
  </w:num>
  <w:num w:numId="23" w16cid:durableId="1116951560">
    <w:abstractNumId w:val="1"/>
  </w:num>
  <w:num w:numId="24" w16cid:durableId="1201549746">
    <w:abstractNumId w:val="4"/>
  </w:num>
  <w:num w:numId="25" w16cid:durableId="1732345057">
    <w:abstractNumId w:val="4"/>
  </w:num>
  <w:num w:numId="26" w16cid:durableId="895622948">
    <w:abstractNumId w:val="4"/>
  </w:num>
  <w:num w:numId="27" w16cid:durableId="1192916869">
    <w:abstractNumId w:val="4"/>
  </w:num>
  <w:num w:numId="28" w16cid:durableId="73550495">
    <w:abstractNumId w:val="8"/>
  </w:num>
  <w:num w:numId="29" w16cid:durableId="1614247167">
    <w:abstractNumId w:val="2"/>
  </w:num>
  <w:num w:numId="30" w16cid:durableId="2116554121">
    <w:abstractNumId w:val="8"/>
  </w:num>
  <w:num w:numId="31" w16cid:durableId="1884906322">
    <w:abstractNumId w:val="8"/>
  </w:num>
  <w:num w:numId="32" w16cid:durableId="884372232">
    <w:abstractNumId w:val="8"/>
  </w:num>
  <w:num w:numId="33" w16cid:durableId="161659225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25BEF"/>
    <w:rsid w:val="00044EE0"/>
    <w:rsid w:val="00072C1E"/>
    <w:rsid w:val="00085065"/>
    <w:rsid w:val="00091D28"/>
    <w:rsid w:val="000D493C"/>
    <w:rsid w:val="000E23A7"/>
    <w:rsid w:val="00102263"/>
    <w:rsid w:val="0010693F"/>
    <w:rsid w:val="00113FF8"/>
    <w:rsid w:val="00114472"/>
    <w:rsid w:val="00123F31"/>
    <w:rsid w:val="00132A24"/>
    <w:rsid w:val="001550BC"/>
    <w:rsid w:val="001605B9"/>
    <w:rsid w:val="001708F9"/>
    <w:rsid w:val="00170EC5"/>
    <w:rsid w:val="001747C1"/>
    <w:rsid w:val="00184743"/>
    <w:rsid w:val="001A1709"/>
    <w:rsid w:val="001F39D7"/>
    <w:rsid w:val="00207DF5"/>
    <w:rsid w:val="00280E07"/>
    <w:rsid w:val="0029275B"/>
    <w:rsid w:val="002A25EB"/>
    <w:rsid w:val="002A7528"/>
    <w:rsid w:val="002C31BF"/>
    <w:rsid w:val="002C7DAF"/>
    <w:rsid w:val="002D08B1"/>
    <w:rsid w:val="002E0CD7"/>
    <w:rsid w:val="002E1A39"/>
    <w:rsid w:val="00341DCF"/>
    <w:rsid w:val="00357BC6"/>
    <w:rsid w:val="003813B7"/>
    <w:rsid w:val="003956C6"/>
    <w:rsid w:val="003C5C92"/>
    <w:rsid w:val="003D2BCA"/>
    <w:rsid w:val="003E58EA"/>
    <w:rsid w:val="003F1E38"/>
    <w:rsid w:val="003F7DD6"/>
    <w:rsid w:val="00441430"/>
    <w:rsid w:val="00450F07"/>
    <w:rsid w:val="00453CD3"/>
    <w:rsid w:val="004550C1"/>
    <w:rsid w:val="00460660"/>
    <w:rsid w:val="00466F7A"/>
    <w:rsid w:val="00486107"/>
    <w:rsid w:val="00491827"/>
    <w:rsid w:val="00496933"/>
    <w:rsid w:val="00497F79"/>
    <w:rsid w:val="004B348C"/>
    <w:rsid w:val="004B6EB3"/>
    <w:rsid w:val="004C4399"/>
    <w:rsid w:val="004C787C"/>
    <w:rsid w:val="004E143C"/>
    <w:rsid w:val="004E347B"/>
    <w:rsid w:val="004E3A53"/>
    <w:rsid w:val="004F08BD"/>
    <w:rsid w:val="004F20BC"/>
    <w:rsid w:val="004F37B8"/>
    <w:rsid w:val="004F4B9B"/>
    <w:rsid w:val="004F69EA"/>
    <w:rsid w:val="0050557E"/>
    <w:rsid w:val="00511AB9"/>
    <w:rsid w:val="00523EA7"/>
    <w:rsid w:val="00534F13"/>
    <w:rsid w:val="00553375"/>
    <w:rsid w:val="00557C28"/>
    <w:rsid w:val="005736B7"/>
    <w:rsid w:val="00574367"/>
    <w:rsid w:val="00574CE1"/>
    <w:rsid w:val="00575E5A"/>
    <w:rsid w:val="005A1D7F"/>
    <w:rsid w:val="005F1404"/>
    <w:rsid w:val="00602039"/>
    <w:rsid w:val="0061068E"/>
    <w:rsid w:val="00652FE1"/>
    <w:rsid w:val="00660AD3"/>
    <w:rsid w:val="00677B7F"/>
    <w:rsid w:val="006A5570"/>
    <w:rsid w:val="006A689C"/>
    <w:rsid w:val="006B3D79"/>
    <w:rsid w:val="006B4E36"/>
    <w:rsid w:val="006D392E"/>
    <w:rsid w:val="006D7AFE"/>
    <w:rsid w:val="006E0578"/>
    <w:rsid w:val="006E314D"/>
    <w:rsid w:val="00710723"/>
    <w:rsid w:val="00723ED1"/>
    <w:rsid w:val="00743525"/>
    <w:rsid w:val="007522D7"/>
    <w:rsid w:val="0076286B"/>
    <w:rsid w:val="00766846"/>
    <w:rsid w:val="0077673A"/>
    <w:rsid w:val="007846E1"/>
    <w:rsid w:val="007A4E8F"/>
    <w:rsid w:val="007B570C"/>
    <w:rsid w:val="007C3185"/>
    <w:rsid w:val="007C589B"/>
    <w:rsid w:val="007E4A6E"/>
    <w:rsid w:val="007E5B2E"/>
    <w:rsid w:val="007F56A7"/>
    <w:rsid w:val="00807DD0"/>
    <w:rsid w:val="008659F3"/>
    <w:rsid w:val="00886D4B"/>
    <w:rsid w:val="00895406"/>
    <w:rsid w:val="008A3568"/>
    <w:rsid w:val="008B18C3"/>
    <w:rsid w:val="008D03B9"/>
    <w:rsid w:val="008E78DD"/>
    <w:rsid w:val="008F18D6"/>
    <w:rsid w:val="008F29F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AA4"/>
    <w:rsid w:val="00992D9C"/>
    <w:rsid w:val="00996202"/>
    <w:rsid w:val="00996CB8"/>
    <w:rsid w:val="009B14A9"/>
    <w:rsid w:val="009B2E97"/>
    <w:rsid w:val="009E07F4"/>
    <w:rsid w:val="009E2E1C"/>
    <w:rsid w:val="009F392E"/>
    <w:rsid w:val="009F64D3"/>
    <w:rsid w:val="00A035EA"/>
    <w:rsid w:val="00A30301"/>
    <w:rsid w:val="00A6177B"/>
    <w:rsid w:val="00A66136"/>
    <w:rsid w:val="00AA4CBB"/>
    <w:rsid w:val="00AA65FA"/>
    <w:rsid w:val="00AA7351"/>
    <w:rsid w:val="00AB73AA"/>
    <w:rsid w:val="00AD056F"/>
    <w:rsid w:val="00AD6731"/>
    <w:rsid w:val="00AE26B3"/>
    <w:rsid w:val="00B15D0D"/>
    <w:rsid w:val="00B75EE1"/>
    <w:rsid w:val="00B77481"/>
    <w:rsid w:val="00B8518B"/>
    <w:rsid w:val="00BD5894"/>
    <w:rsid w:val="00BD7E91"/>
    <w:rsid w:val="00C02D0A"/>
    <w:rsid w:val="00C03A6E"/>
    <w:rsid w:val="00C050CD"/>
    <w:rsid w:val="00C15D7C"/>
    <w:rsid w:val="00C44F6A"/>
    <w:rsid w:val="00C47AE3"/>
    <w:rsid w:val="00CA3562"/>
    <w:rsid w:val="00CD1FC4"/>
    <w:rsid w:val="00D05D99"/>
    <w:rsid w:val="00D21061"/>
    <w:rsid w:val="00D4108E"/>
    <w:rsid w:val="00D45467"/>
    <w:rsid w:val="00D6163D"/>
    <w:rsid w:val="00D73D46"/>
    <w:rsid w:val="00D831A3"/>
    <w:rsid w:val="00D91C1B"/>
    <w:rsid w:val="00D92455"/>
    <w:rsid w:val="00DC75F3"/>
    <w:rsid w:val="00DD46F3"/>
    <w:rsid w:val="00DE56F2"/>
    <w:rsid w:val="00DF116D"/>
    <w:rsid w:val="00E2278C"/>
    <w:rsid w:val="00E37526"/>
    <w:rsid w:val="00E769CA"/>
    <w:rsid w:val="00E83AB6"/>
    <w:rsid w:val="00EB104F"/>
    <w:rsid w:val="00EB6B53"/>
    <w:rsid w:val="00ED14BD"/>
    <w:rsid w:val="00EE4EF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123F3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5D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D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D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D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D99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025BEF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025BEF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025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501DD3-B250-472D-9DAB-21050ADA2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7CC72C-4CB0-41C3-ACAE-7595A7D7CA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d68eef5-98d5-40a3-92f6-b741586f1a2a"/>
    <ds:schemaRef ds:uri="http://schemas.microsoft.com/office/infopath/2007/PartnerControls"/>
    <ds:schemaRef ds:uri="0f27ddae-e1cd-4a23-ab4b-89728a927db5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26</cp:revision>
  <cp:lastPrinted>2020-02-10T12:41:00Z</cp:lastPrinted>
  <dcterms:created xsi:type="dcterms:W3CDTF">2020-04-06T09:01:00Z</dcterms:created>
  <dcterms:modified xsi:type="dcterms:W3CDTF">2025-08-06T09:39:00Z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</Properties>
</file>